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8E3" w:rsidRDefault="002838E3" w:rsidP="002650FD">
      <w:pPr>
        <w:pStyle w:val="NormalWeb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</w:p>
    <w:p w:rsidR="002838E3" w:rsidRPr="00A33D49" w:rsidRDefault="002838E3" w:rsidP="002650FD">
      <w:pPr>
        <w:pStyle w:val="NormalWeb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A33D49">
        <w:rPr>
          <w:b/>
          <w:sz w:val="28"/>
          <w:szCs w:val="28"/>
        </w:rPr>
        <w:t>ПОЯСНИТЕЛЬНАЯ ЗАПИСКА</w:t>
      </w:r>
    </w:p>
    <w:p w:rsidR="002838E3" w:rsidRDefault="002838E3" w:rsidP="003C2EF6">
      <w:pPr>
        <w:pStyle w:val="NormalWeb"/>
        <w:spacing w:before="0" w:beforeAutospacing="0" w:after="0" w:afterAutospacing="0" w:line="192" w:lineRule="auto"/>
        <w:ind w:firstLine="357"/>
        <w:jc w:val="center"/>
        <w:rPr>
          <w:b/>
          <w:sz w:val="28"/>
          <w:szCs w:val="28"/>
        </w:rPr>
      </w:pPr>
    </w:p>
    <w:p w:rsidR="002838E3" w:rsidRDefault="002838E3" w:rsidP="00AA4747">
      <w:pPr>
        <w:jc w:val="center"/>
        <w:rPr>
          <w:b/>
          <w:sz w:val="28"/>
          <w:szCs w:val="28"/>
        </w:rPr>
      </w:pPr>
      <w:r w:rsidRPr="008C449E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з</w:t>
      </w:r>
      <w:r w:rsidRPr="00790EF7">
        <w:rPr>
          <w:b/>
          <w:sz w:val="28"/>
          <w:szCs w:val="28"/>
        </w:rPr>
        <w:t>акона Ульяновской области</w:t>
      </w:r>
      <w:r w:rsidRPr="00790EF7">
        <w:rPr>
          <w:b/>
          <w:sz w:val="28"/>
          <w:szCs w:val="28"/>
        </w:rPr>
        <w:br/>
      </w:r>
      <w:r w:rsidRPr="008C449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внесении изменений в статьи 3 и 4 Закона</w:t>
      </w:r>
      <w:r w:rsidRPr="00790EF7">
        <w:rPr>
          <w:b/>
          <w:sz w:val="28"/>
          <w:szCs w:val="28"/>
        </w:rPr>
        <w:t xml:space="preserve"> Ульяновской области</w:t>
      </w:r>
      <w:r>
        <w:rPr>
          <w:b/>
          <w:sz w:val="28"/>
          <w:szCs w:val="28"/>
        </w:rPr>
        <w:t xml:space="preserve"> </w:t>
      </w:r>
    </w:p>
    <w:p w:rsidR="002838E3" w:rsidRPr="008C449E" w:rsidRDefault="002838E3" w:rsidP="00AA4747">
      <w:pPr>
        <w:jc w:val="center"/>
        <w:rPr>
          <w:sz w:val="28"/>
          <w:szCs w:val="28"/>
        </w:rPr>
      </w:pPr>
      <w:r w:rsidRPr="00CE1A69">
        <w:rPr>
          <w:b/>
          <w:sz w:val="28"/>
          <w:szCs w:val="28"/>
        </w:rPr>
        <w:t>«О мерах социальной поддержки и социальном обслуживании граждан, страдающих психическими расстройствами и находящихся в трудной жизненной ситуации»</w:t>
      </w:r>
    </w:p>
    <w:p w:rsidR="002838E3" w:rsidRDefault="002838E3" w:rsidP="003C2EF6">
      <w:pPr>
        <w:pStyle w:val="NormalWeb"/>
        <w:spacing w:before="0" w:beforeAutospacing="0" w:after="0" w:afterAutospacing="0" w:line="192" w:lineRule="auto"/>
        <w:jc w:val="center"/>
        <w:rPr>
          <w:b/>
          <w:sz w:val="28"/>
          <w:szCs w:val="28"/>
        </w:rPr>
      </w:pPr>
    </w:p>
    <w:p w:rsidR="002838E3" w:rsidRPr="00486328" w:rsidRDefault="002838E3" w:rsidP="0092257C">
      <w:pPr>
        <w:pStyle w:val="NormalWeb"/>
        <w:spacing w:before="0" w:beforeAutospacing="0" w:after="0" w:afterAutospacing="0" w:line="192" w:lineRule="auto"/>
        <w:ind w:right="-144"/>
        <w:jc w:val="center"/>
        <w:rPr>
          <w:b/>
          <w:sz w:val="28"/>
          <w:szCs w:val="28"/>
        </w:rPr>
      </w:pPr>
    </w:p>
    <w:p w:rsidR="002838E3" w:rsidRDefault="002838E3" w:rsidP="00190813">
      <w:pPr>
        <w:spacing w:line="360" w:lineRule="auto"/>
        <w:ind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 xml:space="preserve">Представленный проект </w:t>
      </w:r>
      <w:r>
        <w:rPr>
          <w:sz w:val="28"/>
          <w:szCs w:val="28"/>
        </w:rPr>
        <w:t xml:space="preserve">закона </w:t>
      </w:r>
      <w:r w:rsidRPr="00014BCA">
        <w:rPr>
          <w:sz w:val="28"/>
          <w:szCs w:val="28"/>
        </w:rPr>
        <w:t xml:space="preserve">Ульяновской области «О внесении изменений </w:t>
      </w:r>
      <w:r w:rsidRPr="00B02F9F">
        <w:rPr>
          <w:sz w:val="28"/>
          <w:szCs w:val="28"/>
        </w:rPr>
        <w:t>в статьи 3 и 4 Закона</w:t>
      </w:r>
      <w:r w:rsidRPr="00014BCA">
        <w:rPr>
          <w:sz w:val="28"/>
          <w:szCs w:val="28"/>
        </w:rPr>
        <w:t xml:space="preserve"> Ульяновской области «О мерах социальной поддержки и социальном обслуживании граждан, страдающих психическими расстройствами и находящихся в тр</w:t>
      </w:r>
      <w:bookmarkStart w:id="0" w:name="_GoBack"/>
      <w:bookmarkEnd w:id="0"/>
      <w:r w:rsidRPr="00014BCA">
        <w:rPr>
          <w:sz w:val="28"/>
          <w:szCs w:val="28"/>
        </w:rPr>
        <w:t>удной жизненной ситуации»</w:t>
      </w:r>
      <w:r>
        <w:rPr>
          <w:b/>
          <w:sz w:val="28"/>
          <w:szCs w:val="28"/>
        </w:rPr>
        <w:t xml:space="preserve"> </w:t>
      </w:r>
      <w:r w:rsidRPr="007224C8">
        <w:rPr>
          <w:sz w:val="28"/>
          <w:szCs w:val="28"/>
        </w:rPr>
        <w:t xml:space="preserve">разработан в целях </w:t>
      </w:r>
      <w:r>
        <w:rPr>
          <w:sz w:val="28"/>
          <w:szCs w:val="28"/>
        </w:rPr>
        <w:t>приведения в соответствие с терминологией действующего законодательства.</w:t>
      </w:r>
    </w:p>
    <w:p w:rsidR="002838E3" w:rsidRDefault="002838E3" w:rsidP="00652F49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4B325D">
        <w:rPr>
          <w:sz w:val="28"/>
          <w:szCs w:val="28"/>
        </w:rPr>
        <w:t xml:space="preserve">Проектом вносятся уточнения в </w:t>
      </w:r>
      <w:r>
        <w:rPr>
          <w:sz w:val="28"/>
          <w:szCs w:val="28"/>
        </w:rPr>
        <w:t>части:</w:t>
      </w:r>
    </w:p>
    <w:p w:rsidR="002838E3" w:rsidRDefault="002838E3" w:rsidP="00652F49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наименования организаций социального обслуживания предназначенных для лиц, страдающих психическими расстройствами, а именно приведение в соответствие с терминологией статей 41-44 </w:t>
      </w:r>
      <w:r w:rsidRPr="00652F49">
        <w:rPr>
          <w:sz w:val="28"/>
          <w:szCs w:val="28"/>
        </w:rPr>
        <w:t xml:space="preserve">Закона Российской Федерации от </w:t>
      </w:r>
      <w:r>
        <w:rPr>
          <w:sz w:val="28"/>
          <w:szCs w:val="28"/>
        </w:rPr>
        <w:t>0</w:t>
      </w:r>
      <w:r w:rsidRPr="00652F49">
        <w:rPr>
          <w:sz w:val="28"/>
          <w:szCs w:val="28"/>
        </w:rPr>
        <w:t>2</w:t>
      </w:r>
      <w:r>
        <w:rPr>
          <w:sz w:val="28"/>
          <w:szCs w:val="28"/>
        </w:rPr>
        <w:t>.07.</w:t>
      </w:r>
      <w:r w:rsidRPr="00652F49">
        <w:rPr>
          <w:sz w:val="28"/>
          <w:szCs w:val="28"/>
        </w:rPr>
        <w:t xml:space="preserve">1992 </w:t>
      </w:r>
      <w:r>
        <w:rPr>
          <w:sz w:val="28"/>
          <w:szCs w:val="28"/>
        </w:rPr>
        <w:t>№</w:t>
      </w:r>
      <w:r w:rsidRPr="00652F49">
        <w:rPr>
          <w:sz w:val="28"/>
          <w:szCs w:val="28"/>
        </w:rPr>
        <w:t xml:space="preserve"> 3185-1 «О психиатрической помощи и гарантиях прав граждан при ее оказании»</w:t>
      </w:r>
      <w:r>
        <w:rPr>
          <w:sz w:val="28"/>
          <w:szCs w:val="28"/>
        </w:rPr>
        <w:t xml:space="preserve"> (согласно действующим нормативным правовым актам Российской Федерации соответствующие организации социального обслуживания в настоящее время именуются  «стационарные </w:t>
      </w:r>
      <w:r w:rsidRPr="00294FA9">
        <w:rPr>
          <w:sz w:val="28"/>
          <w:szCs w:val="28"/>
        </w:rPr>
        <w:t>организации социального обслуживания Ульяновской области, предназначенные для лиц, страдающих психическими расстройствами»</w:t>
      </w:r>
      <w:r>
        <w:rPr>
          <w:sz w:val="28"/>
          <w:szCs w:val="28"/>
        </w:rPr>
        <w:t>);</w:t>
      </w:r>
    </w:p>
    <w:p w:rsidR="002838E3" w:rsidRDefault="002838E3" w:rsidP="00652F49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наименования исполнительного органа государственной власти</w:t>
      </w:r>
      <w:r w:rsidRPr="00AA4747">
        <w:rPr>
          <w:sz w:val="28"/>
          <w:szCs w:val="28"/>
        </w:rPr>
        <w:t>.</w:t>
      </w:r>
    </w:p>
    <w:p w:rsidR="002838E3" w:rsidRPr="007224C8" w:rsidRDefault="002838E3" w:rsidP="00190813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закона </w:t>
      </w:r>
      <w:r w:rsidRPr="00014BCA">
        <w:rPr>
          <w:sz w:val="28"/>
          <w:szCs w:val="28"/>
        </w:rPr>
        <w:t>Ульяновской области «О внесении изменений в Закон Ульяновской области «О мерах социальной поддержки и социальном обслуживании граждан, страдающих психическими расстройствами и находящихся в трудной жизненной ситуации»</w:t>
      </w:r>
      <w:r w:rsidRPr="007224C8">
        <w:rPr>
          <w:sz w:val="28"/>
          <w:szCs w:val="28"/>
        </w:rPr>
        <w:t xml:space="preserve"> не требует дополнительного финансирования из областного бюджета Ульяновской области.</w:t>
      </w:r>
    </w:p>
    <w:p w:rsidR="002838E3" w:rsidRPr="007224C8" w:rsidRDefault="002838E3" w:rsidP="00190813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>Проект не требует проведения оценки регулирующего воздействия, так как не затрагивает интересов хозяйствующих субъектов, а также не требует оценки социально-экономической эффективности.</w:t>
      </w:r>
    </w:p>
    <w:p w:rsidR="002838E3" w:rsidRPr="007224C8" w:rsidRDefault="002838E3" w:rsidP="00190813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 xml:space="preserve">Проект разработан </w:t>
      </w:r>
      <w:r>
        <w:rPr>
          <w:sz w:val="28"/>
          <w:szCs w:val="28"/>
        </w:rPr>
        <w:t>главным</w:t>
      </w:r>
      <w:r w:rsidRPr="007224C8">
        <w:rPr>
          <w:sz w:val="28"/>
          <w:szCs w:val="28"/>
        </w:rPr>
        <w:t xml:space="preserve"> консультантом отдела правового обеспечения департамента правового, кадрового обеспечения и </w:t>
      </w:r>
      <w:r>
        <w:rPr>
          <w:sz w:val="28"/>
          <w:szCs w:val="28"/>
        </w:rPr>
        <w:t xml:space="preserve">организационной работы Министерства здравоохранения, семьи и социального благополучия </w:t>
      </w:r>
      <w:r w:rsidRPr="007224C8">
        <w:rPr>
          <w:sz w:val="28"/>
          <w:szCs w:val="28"/>
        </w:rPr>
        <w:t xml:space="preserve">Ульяновской области </w:t>
      </w:r>
      <w:r>
        <w:rPr>
          <w:sz w:val="28"/>
          <w:szCs w:val="28"/>
        </w:rPr>
        <w:t>Федоровой И.А.</w:t>
      </w:r>
    </w:p>
    <w:p w:rsidR="002838E3" w:rsidRDefault="002838E3" w:rsidP="0092257C">
      <w:pPr>
        <w:pStyle w:val="BodyTextIndent"/>
        <w:spacing w:after="0"/>
        <w:ind w:left="284" w:right="-144" w:firstLine="567"/>
        <w:rPr>
          <w:sz w:val="28"/>
          <w:szCs w:val="28"/>
          <w:lang/>
        </w:rPr>
      </w:pPr>
    </w:p>
    <w:p w:rsidR="002838E3" w:rsidRDefault="002838E3" w:rsidP="0092257C">
      <w:pPr>
        <w:pStyle w:val="BodyTextIndent"/>
        <w:spacing w:after="0"/>
        <w:ind w:left="284" w:right="-144" w:firstLine="567"/>
        <w:rPr>
          <w:sz w:val="28"/>
          <w:szCs w:val="28"/>
          <w:lang/>
        </w:rPr>
      </w:pPr>
    </w:p>
    <w:p w:rsidR="002838E3" w:rsidRPr="00782360" w:rsidRDefault="002838E3" w:rsidP="0092257C">
      <w:pPr>
        <w:pStyle w:val="BodyTextIndent"/>
        <w:spacing w:after="0"/>
        <w:ind w:left="284" w:right="-144" w:firstLine="567"/>
        <w:rPr>
          <w:sz w:val="28"/>
          <w:szCs w:val="28"/>
          <w:lang/>
        </w:rPr>
      </w:pPr>
    </w:p>
    <w:tbl>
      <w:tblPr>
        <w:tblW w:w="0" w:type="auto"/>
        <w:tblInd w:w="-176" w:type="dxa"/>
        <w:tblLook w:val="00A0"/>
      </w:tblPr>
      <w:tblGrid>
        <w:gridCol w:w="5628"/>
        <w:gridCol w:w="1573"/>
        <w:gridCol w:w="2864"/>
      </w:tblGrid>
      <w:tr w:rsidR="002838E3" w:rsidTr="0083185A">
        <w:tc>
          <w:tcPr>
            <w:tcW w:w="5628" w:type="dxa"/>
          </w:tcPr>
          <w:p w:rsidR="002838E3" w:rsidRPr="00E276FA" w:rsidRDefault="002838E3" w:rsidP="0092257C">
            <w:pPr>
              <w:ind w:left="176" w:right="-144"/>
              <w:rPr>
                <w:sz w:val="28"/>
                <w:szCs w:val="28"/>
              </w:rPr>
            </w:pPr>
            <w:r w:rsidRPr="00E276FA">
              <w:rPr>
                <w:sz w:val="28"/>
                <w:szCs w:val="28"/>
              </w:rPr>
              <w:t xml:space="preserve">Министр здравоохранения, семьи и социального благополучия </w:t>
            </w:r>
          </w:p>
          <w:p w:rsidR="002838E3" w:rsidRPr="00E276FA" w:rsidRDefault="002838E3" w:rsidP="0092257C">
            <w:pPr>
              <w:ind w:left="176" w:right="-144"/>
              <w:rPr>
                <w:sz w:val="28"/>
                <w:szCs w:val="28"/>
              </w:rPr>
            </w:pPr>
            <w:r w:rsidRPr="00E276FA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1573" w:type="dxa"/>
          </w:tcPr>
          <w:p w:rsidR="002838E3" w:rsidRPr="00E276FA" w:rsidRDefault="002838E3" w:rsidP="0092257C">
            <w:pPr>
              <w:ind w:right="-144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864" w:type="dxa"/>
          </w:tcPr>
          <w:p w:rsidR="002838E3" w:rsidRPr="00E276FA" w:rsidRDefault="002838E3" w:rsidP="0092257C">
            <w:pPr>
              <w:ind w:right="-144" w:firstLine="567"/>
              <w:jc w:val="both"/>
              <w:rPr>
                <w:sz w:val="28"/>
                <w:szCs w:val="28"/>
              </w:rPr>
            </w:pPr>
          </w:p>
          <w:p w:rsidR="002838E3" w:rsidRPr="00E276FA" w:rsidRDefault="002838E3" w:rsidP="0092257C">
            <w:pPr>
              <w:ind w:right="-144" w:firstLine="567"/>
              <w:jc w:val="both"/>
              <w:rPr>
                <w:sz w:val="28"/>
                <w:szCs w:val="28"/>
              </w:rPr>
            </w:pPr>
          </w:p>
          <w:p w:rsidR="002838E3" w:rsidRPr="00E276FA" w:rsidRDefault="002838E3" w:rsidP="0092257C">
            <w:pPr>
              <w:ind w:right="-144" w:firstLine="567"/>
              <w:jc w:val="both"/>
              <w:rPr>
                <w:sz w:val="28"/>
                <w:szCs w:val="28"/>
              </w:rPr>
            </w:pPr>
            <w:r w:rsidRPr="00E276FA">
              <w:rPr>
                <w:sz w:val="28"/>
                <w:szCs w:val="28"/>
              </w:rPr>
              <w:t>П.С.Дегтярь</w:t>
            </w:r>
          </w:p>
        </w:tc>
      </w:tr>
      <w:tr w:rsidR="002838E3" w:rsidTr="0083185A">
        <w:tc>
          <w:tcPr>
            <w:tcW w:w="5628" w:type="dxa"/>
          </w:tcPr>
          <w:p w:rsidR="002838E3" w:rsidRDefault="002838E3" w:rsidP="0092257C">
            <w:pPr>
              <w:ind w:left="176" w:right="-144"/>
              <w:rPr>
                <w:b/>
                <w:sz w:val="28"/>
                <w:szCs w:val="28"/>
              </w:rPr>
            </w:pPr>
          </w:p>
        </w:tc>
        <w:tc>
          <w:tcPr>
            <w:tcW w:w="1573" w:type="dxa"/>
          </w:tcPr>
          <w:p w:rsidR="002838E3" w:rsidRPr="00C570EA" w:rsidRDefault="002838E3" w:rsidP="0092257C">
            <w:pPr>
              <w:ind w:right="-144"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64" w:type="dxa"/>
          </w:tcPr>
          <w:p w:rsidR="002838E3" w:rsidRPr="00C570EA" w:rsidRDefault="002838E3" w:rsidP="0092257C">
            <w:pPr>
              <w:ind w:right="-144" w:firstLine="567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838E3" w:rsidRDefault="002838E3" w:rsidP="0056272D"/>
    <w:sectPr w:rsidR="002838E3" w:rsidSect="00652F49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5569"/>
    <w:multiLevelType w:val="hybridMultilevel"/>
    <w:tmpl w:val="CA9EA198"/>
    <w:lvl w:ilvl="0" w:tplc="08180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20A"/>
    <w:rsid w:val="0000599D"/>
    <w:rsid w:val="00014BCA"/>
    <w:rsid w:val="000A0912"/>
    <w:rsid w:val="000A5439"/>
    <w:rsid w:val="000C4D17"/>
    <w:rsid w:val="000D5AF8"/>
    <w:rsid w:val="00101061"/>
    <w:rsid w:val="0011518A"/>
    <w:rsid w:val="00146E4C"/>
    <w:rsid w:val="00181664"/>
    <w:rsid w:val="00190813"/>
    <w:rsid w:val="001B29B3"/>
    <w:rsid w:val="002024AF"/>
    <w:rsid w:val="002167DB"/>
    <w:rsid w:val="002650FD"/>
    <w:rsid w:val="002801E7"/>
    <w:rsid w:val="002838E3"/>
    <w:rsid w:val="00290137"/>
    <w:rsid w:val="00294FA9"/>
    <w:rsid w:val="002B11C8"/>
    <w:rsid w:val="002F6DC2"/>
    <w:rsid w:val="00310C51"/>
    <w:rsid w:val="00323830"/>
    <w:rsid w:val="003325C4"/>
    <w:rsid w:val="00344DFA"/>
    <w:rsid w:val="0035488A"/>
    <w:rsid w:val="00360C08"/>
    <w:rsid w:val="00386495"/>
    <w:rsid w:val="003C2EF6"/>
    <w:rsid w:val="004130E9"/>
    <w:rsid w:val="0044293E"/>
    <w:rsid w:val="00486328"/>
    <w:rsid w:val="004A5704"/>
    <w:rsid w:val="004B325D"/>
    <w:rsid w:val="004B64AF"/>
    <w:rsid w:val="004E32B7"/>
    <w:rsid w:val="00536E0E"/>
    <w:rsid w:val="00550CE3"/>
    <w:rsid w:val="005624B5"/>
    <w:rsid w:val="0056272D"/>
    <w:rsid w:val="00577539"/>
    <w:rsid w:val="00591416"/>
    <w:rsid w:val="00652F49"/>
    <w:rsid w:val="006B569F"/>
    <w:rsid w:val="006B6C35"/>
    <w:rsid w:val="006F2504"/>
    <w:rsid w:val="007117CC"/>
    <w:rsid w:val="007224C8"/>
    <w:rsid w:val="00753564"/>
    <w:rsid w:val="00782360"/>
    <w:rsid w:val="007843FD"/>
    <w:rsid w:val="00790EF7"/>
    <w:rsid w:val="007928CB"/>
    <w:rsid w:val="0083185A"/>
    <w:rsid w:val="0084382B"/>
    <w:rsid w:val="00852833"/>
    <w:rsid w:val="008660F1"/>
    <w:rsid w:val="008661CD"/>
    <w:rsid w:val="008848B8"/>
    <w:rsid w:val="00890B0E"/>
    <w:rsid w:val="008A206A"/>
    <w:rsid w:val="008C449E"/>
    <w:rsid w:val="008D0F3A"/>
    <w:rsid w:val="0092257C"/>
    <w:rsid w:val="00931636"/>
    <w:rsid w:val="0093689B"/>
    <w:rsid w:val="009529A1"/>
    <w:rsid w:val="00956F23"/>
    <w:rsid w:val="009714F2"/>
    <w:rsid w:val="009809CC"/>
    <w:rsid w:val="009D29F8"/>
    <w:rsid w:val="00A053EA"/>
    <w:rsid w:val="00A23525"/>
    <w:rsid w:val="00A33D49"/>
    <w:rsid w:val="00A577FF"/>
    <w:rsid w:val="00A7191E"/>
    <w:rsid w:val="00A94413"/>
    <w:rsid w:val="00AA4747"/>
    <w:rsid w:val="00AB7E1E"/>
    <w:rsid w:val="00B02F9F"/>
    <w:rsid w:val="00B03B73"/>
    <w:rsid w:val="00BA0460"/>
    <w:rsid w:val="00BE3411"/>
    <w:rsid w:val="00BF2AEF"/>
    <w:rsid w:val="00C15B30"/>
    <w:rsid w:val="00C36BE2"/>
    <w:rsid w:val="00C570EA"/>
    <w:rsid w:val="00C60BD5"/>
    <w:rsid w:val="00C95F61"/>
    <w:rsid w:val="00CD1547"/>
    <w:rsid w:val="00CE1A69"/>
    <w:rsid w:val="00D06B4A"/>
    <w:rsid w:val="00D2120A"/>
    <w:rsid w:val="00D37512"/>
    <w:rsid w:val="00D4353C"/>
    <w:rsid w:val="00DB53A2"/>
    <w:rsid w:val="00DD6243"/>
    <w:rsid w:val="00E276FA"/>
    <w:rsid w:val="00E3205C"/>
    <w:rsid w:val="00ED469C"/>
    <w:rsid w:val="00F21EC2"/>
    <w:rsid w:val="00F230FD"/>
    <w:rsid w:val="00F914D6"/>
    <w:rsid w:val="00F94EFB"/>
    <w:rsid w:val="00FE63A8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20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120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D2120A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D212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BA0460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A0460"/>
    <w:rPr>
      <w:rFonts w:ascii="Times New Roman" w:hAnsi="Times New Roman" w:cs="Times New Roman"/>
      <w:sz w:val="20"/>
      <w:szCs w:val="20"/>
      <w:lang/>
    </w:rPr>
  </w:style>
  <w:style w:type="paragraph" w:styleId="BodyText">
    <w:name w:val="Body Text"/>
    <w:basedOn w:val="Normal"/>
    <w:link w:val="BodyTextChar"/>
    <w:uiPriority w:val="99"/>
    <w:rsid w:val="00BA0460"/>
    <w:pPr>
      <w:spacing w:after="120"/>
    </w:pPr>
    <w:rPr>
      <w:color w:val="000000"/>
      <w:spacing w:val="19"/>
      <w:sz w:val="28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460"/>
    <w:rPr>
      <w:rFonts w:ascii="Times New Roman" w:hAnsi="Times New Roman" w:cs="Times New Roman"/>
      <w:color w:val="000000"/>
      <w:spacing w:val="19"/>
      <w:sz w:val="23"/>
      <w:szCs w:val="23"/>
      <w:lang/>
    </w:rPr>
  </w:style>
  <w:style w:type="paragraph" w:customStyle="1" w:styleId="ConsPlusNormal">
    <w:name w:val="ConsPlusNormal"/>
    <w:uiPriority w:val="99"/>
    <w:rsid w:val="009809C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uiPriority w:val="99"/>
    <w:rsid w:val="00A053EA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pacing w:val="19"/>
    </w:rPr>
  </w:style>
  <w:style w:type="paragraph" w:styleId="BalloonText">
    <w:name w:val="Balloon Text"/>
    <w:basedOn w:val="Normal"/>
    <w:link w:val="BalloonTextChar"/>
    <w:uiPriority w:val="99"/>
    <w:semiHidden/>
    <w:rsid w:val="00722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24C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6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882</TotalTime>
  <Pages>2</Pages>
  <Words>322</Words>
  <Characters>1837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Байбикова Гузелия Рафаэлевна</dc:creator>
  <cp:keywords/>
  <dc:description/>
  <cp:lastModifiedBy>Пользователь</cp:lastModifiedBy>
  <cp:revision>87</cp:revision>
  <cp:lastPrinted>2017-05-15T09:33:00Z</cp:lastPrinted>
  <dcterms:created xsi:type="dcterms:W3CDTF">2013-03-15T06:18:00Z</dcterms:created>
  <dcterms:modified xsi:type="dcterms:W3CDTF">2017-05-31T07:31:00Z</dcterms:modified>
</cp:coreProperties>
</file>